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9C67FA" w:rsidP="00244981">
      <w:pPr>
        <w:pStyle w:val="berschrift1"/>
        <w:spacing w:before="0" w:after="0" w:line="276" w:lineRule="auto"/>
        <w:jc w:val="left"/>
      </w:pPr>
      <w:r>
        <w:t>Автоматический расчет производительности фрезерования с помощью PERFORMANCE TRACKER от компании Wirtgen</w:t>
      </w:r>
    </w:p>
    <w:p w:rsidR="002E765F" w:rsidRPr="00A80677" w:rsidRDefault="002E765F" w:rsidP="002E765F">
      <w:pPr>
        <w:pStyle w:val="Text"/>
      </w:pPr>
    </w:p>
    <w:p w:rsidR="00B868BA" w:rsidRDefault="0086226F" w:rsidP="0086226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Создав PERFORMANCE TRACKER (WPT), компания Wirtgen разработала решение, которое впервые позволяет точно и надежно задокументировать действительно выполненные фрезерные работы.</w:t>
      </w:r>
    </w:p>
    <w:p w:rsidR="00DD7D36" w:rsidRDefault="00DD7D36" w:rsidP="0086226F">
      <w:pPr>
        <w:pStyle w:val="Text"/>
        <w:spacing w:line="276" w:lineRule="auto"/>
        <w:rPr>
          <w:rStyle w:val="Hervorhebung"/>
        </w:rPr>
      </w:pPr>
    </w:p>
    <w:p w:rsidR="00DD7D36" w:rsidRDefault="00DD7D36" w:rsidP="0086226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Нередко случается так, что исполнители фрезерных работ тратят на фрезерование больше времени, чем это было описано в техническом задании. Каким же образом можно создать прозрачность между заказчиком и исполнителем при расчете выполненных работ? До настоящего времени в этих целя, как правило, приглашали техника-геодезиста. Результат: дополнительные расходы и задержки в реализации заказа. Модуль PERFORMANCE TRACKER от Wirtgen доказал, что существует более эффективный метод, предлагающий также и другие ценные преимущества.</w:t>
      </w:r>
    </w:p>
    <w:p w:rsidR="00AE7443" w:rsidRDefault="00AE7443" w:rsidP="00AE7443">
      <w:pPr>
        <w:pStyle w:val="Text"/>
        <w:spacing w:line="276" w:lineRule="auto"/>
        <w:rPr>
          <w:rStyle w:val="Hervorhebung"/>
          <w:b w:val="0"/>
        </w:rPr>
      </w:pPr>
    </w:p>
    <w:p w:rsidR="00DB5D94" w:rsidRPr="006E6844" w:rsidRDefault="00CA142B" w:rsidP="00DB5D9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CONNECTED MILLING: целенаправленное предоставление информации </w:t>
      </w:r>
    </w:p>
    <w:p w:rsidR="00923AE0" w:rsidRDefault="006E6844" w:rsidP="005216FB">
      <w:pPr>
        <w:pStyle w:val="Text"/>
        <w:spacing w:line="276" w:lineRule="auto"/>
      </w:pPr>
      <w:r>
        <w:rPr>
          <w:rStyle w:val="Hervorhebung"/>
          <w:b w:val="0"/>
        </w:rPr>
        <w:t>Эффективный поток информации является важной предпосылкой для более простого, быстрого и эффективного выполнения процессов. Wirtgen обозначила данную тематику как CONNECTED MILLING. Она подразумевает наличие прямого потока информации между машиной, оператором, сервисной мастерской и диспетчерским офисом. Для этого Wirtgen использует инфраструктуру уже существующей телематической системы WITOS от Wirtgen Group.</w:t>
      </w:r>
      <w:r>
        <w:t xml:space="preserve"> </w:t>
      </w:r>
    </w:p>
    <w:p w:rsidR="00923AE0" w:rsidRDefault="00923AE0" w:rsidP="005216FB">
      <w:pPr>
        <w:pStyle w:val="Text"/>
        <w:spacing w:line="276" w:lineRule="auto"/>
      </w:pPr>
    </w:p>
    <w:p w:rsidR="002D2A9D" w:rsidRPr="002D2A9D" w:rsidRDefault="008658F7" w:rsidP="005216FB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Надежная документация производительности и потребления</w:t>
      </w:r>
    </w:p>
    <w:p w:rsidR="00600BBF" w:rsidRDefault="00923AE0" w:rsidP="00C33C7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При помощи лазерного сканера модуль PERFORMANCE TRACKER от Wirtgen определяет профиль поперечного сечения фрезерования. С помощью GPS-позиционирования, а также других датчиков точно определяется производительность фрезерования в единицах площади и объем фрезерования. Через дисплей панели управления оператору машины постоянно и в режиме реального времени предоставляется самая важная информация. По завершении фрезерных работ в формате Excel и PDF автоматически генерируется отчет со всеми важными данными</w:t>
      </w:r>
      <w:r>
        <w:t xml:space="preserve"> </w:t>
      </w:r>
      <w:r>
        <w:rPr>
          <w:rStyle w:val="Hervorhebung"/>
          <w:b w:val="0"/>
        </w:rPr>
        <w:t xml:space="preserve">о производительности и потреблении, который отправляется оператору машины по электронной почте. </w:t>
      </w:r>
    </w:p>
    <w:p w:rsidR="00B71163" w:rsidRDefault="00B71163" w:rsidP="00B71163">
      <w:pPr>
        <w:pStyle w:val="Text"/>
        <w:spacing w:line="276" w:lineRule="auto"/>
        <w:rPr>
          <w:rStyle w:val="Hervorhebung"/>
          <w:b w:val="0"/>
        </w:rPr>
      </w:pPr>
    </w:p>
    <w:p w:rsidR="0090086B" w:rsidRDefault="0090086B">
      <w:pPr>
        <w:rPr>
          <w:rStyle w:val="Hervorhebung"/>
          <w:sz w:val="22"/>
        </w:rPr>
      </w:pPr>
      <w:r>
        <w:rPr>
          <w:rStyle w:val="Hervorhebung"/>
        </w:rPr>
        <w:br w:type="page"/>
      </w:r>
    </w:p>
    <w:p w:rsidR="00D72E18" w:rsidRDefault="00633D64" w:rsidP="00AE7443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</w:rPr>
        <w:lastRenderedPageBreak/>
        <w:t xml:space="preserve">PERFORMANCE TRACKER и его разнообразные дополнительные преимущества  </w:t>
      </w:r>
    </w:p>
    <w:p w:rsidR="001E7C87" w:rsidRDefault="006A6205" w:rsidP="00AE7443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Наряду с документацией, обеспечивающей прозрачное и быстрое выставление счетов за выполненные фрезерные работы, PERFORMANCE TRACKER от Wirtgen также поможет точно определить затраты, связанные со строительной площадкой. Таким образом, аккуратно собранные данные производительности и потребления позволяют облегчить не только оценку эффективности существующих и будущих строительных площадок. Они также позволяют легко сравнить между собой показатели холодных фрез из автопарка машин, за счет чего у оператора машины появляется ценная основа для принятия решения о том, какая из машин является наиболее эффективной для выполнения данного заказа. </w:t>
      </w:r>
    </w:p>
    <w:p w:rsidR="001E7C87" w:rsidRDefault="001E7C87" w:rsidP="001E7C87">
      <w:pPr>
        <w:pStyle w:val="Text"/>
        <w:rPr>
          <w:rStyle w:val="Hervorhebung"/>
          <w:b w:val="0"/>
        </w:rPr>
      </w:pPr>
    </w:p>
    <w:p w:rsidR="00AE7443" w:rsidRDefault="00FF766C" w:rsidP="00AE7443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WPT в качестве дополнения</w:t>
      </w:r>
    </w:p>
    <w:p w:rsidR="00FF766C" w:rsidRPr="00FF766C" w:rsidRDefault="003E2A7B" w:rsidP="00FF766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Наряду с новой F-серией, уже введенные в эксплуатацию большие фрезы Wirtgen, начиная с моделей выпуска 2010 года, могут быть оснащены модулем PERFORMANCE TRACKER. Благодаря продуманным программным и аппаратным решениям оснащение машины модулем возможно в течение одного дня во всех филиалах Wirtgen Group.</w:t>
      </w:r>
    </w:p>
    <w:p w:rsidR="00897221" w:rsidRDefault="00897221" w:rsidP="00466CE7">
      <w:pPr>
        <w:spacing w:line="276" w:lineRule="auto"/>
        <w:jc w:val="center"/>
        <w:rPr>
          <w:rStyle w:val="Hervorhebung"/>
          <w:b w:val="0"/>
          <w:sz w:val="22"/>
          <w:szCs w:val="22"/>
        </w:rPr>
      </w:pPr>
    </w:p>
    <w:p w:rsidR="003E2A7B" w:rsidRPr="003E2A7B" w:rsidRDefault="003E2A7B" w:rsidP="003E2A7B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6"/>
        <w:gridCol w:w="4852"/>
      </w:tblGrid>
      <w:tr w:rsidR="00EA326D" w:rsidRPr="00846154" w:rsidTr="00D84A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3" w:type="dxa"/>
            <w:tcBorders>
              <w:right w:val="single" w:sz="4" w:space="0" w:color="auto"/>
            </w:tcBorders>
          </w:tcPr>
          <w:p w:rsidR="00EA326D" w:rsidRPr="00D166AC" w:rsidRDefault="00EA326D" w:rsidP="00932048">
            <w:r>
              <w:rPr>
                <w:noProof/>
                <w:lang w:val="de-DE" w:eastAsia="de-DE"/>
              </w:rPr>
              <w:drawing>
                <wp:inline distT="0" distB="0" distL="0" distR="0" wp14:anchorId="795429D4" wp14:editId="2CD595D7">
                  <wp:extent cx="2667000" cy="1990725"/>
                  <wp:effectExtent l="0" t="0" r="0" b="952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570" cy="1991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</w:tcPr>
          <w:p w:rsidR="00EA326D" w:rsidRPr="00866422" w:rsidRDefault="00EA326D" w:rsidP="00866422">
            <w:pPr>
              <w:pStyle w:val="berschrift3"/>
              <w:outlineLvl w:val="2"/>
            </w:pPr>
            <w:r>
              <w:t>W_graphic_W210Fi_00049_HI</w:t>
            </w:r>
          </w:p>
          <w:p w:rsidR="00EA326D" w:rsidRPr="00866422" w:rsidRDefault="00BB0000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>
              <w:rPr>
                <w:b w:val="0"/>
              </w:rPr>
              <w:t xml:space="preserve">PERFORMANCE TRACKER от Wirtgen станет оптимальным дополнением к телематической системе Wirtgen Group WITOS, обеспечивая прозрачное определение производительности фрезерования. </w:t>
            </w:r>
          </w:p>
        </w:tc>
      </w:tr>
    </w:tbl>
    <w:p w:rsidR="0090086B" w:rsidRDefault="0090086B" w:rsidP="00C03396">
      <w:pPr>
        <w:pStyle w:val="Text"/>
        <w:rPr>
          <w:i/>
          <w:u w:val="single"/>
        </w:rPr>
      </w:pPr>
    </w:p>
    <w:p w:rsidR="0090086B" w:rsidRDefault="0090086B" w:rsidP="0090086B">
      <w:pPr>
        <w:pStyle w:val="Text"/>
      </w:pPr>
      <w:r>
        <w:br w:type="page"/>
      </w:r>
    </w:p>
    <w:p w:rsidR="0090086B" w:rsidRDefault="0090086B" w:rsidP="0090086B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D84AEC" w:rsidRPr="00846154" w:rsidTr="009008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D84AEC" w:rsidRPr="00D166AC" w:rsidRDefault="00D84AEC" w:rsidP="00BF2478">
            <w:r>
              <w:rPr>
                <w:noProof/>
                <w:lang w:val="de-DE" w:eastAsia="de-DE"/>
              </w:rPr>
              <w:drawing>
                <wp:inline distT="0" distB="0" distL="0" distR="0" wp14:anchorId="22AB1DB0" wp14:editId="199EC028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D84AEC" w:rsidRPr="00866422" w:rsidRDefault="00D84AEC" w:rsidP="00866422">
            <w:pPr>
              <w:pStyle w:val="berschrift3"/>
              <w:outlineLvl w:val="2"/>
            </w:pPr>
            <w:r>
              <w:t>W_photo_W210Fi_00004_HI</w:t>
            </w:r>
          </w:p>
          <w:p w:rsidR="00D84AEC" w:rsidRPr="00866422" w:rsidRDefault="00D84AEC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>
              <w:rPr>
                <w:b w:val="0"/>
              </w:rPr>
              <w:t>Наряду с серий F, все большие фрезы Wirtgen, начиная с моделей 2010 года, можно оснастить модулем PERFORMANCE TRACKER.</w:t>
            </w:r>
          </w:p>
        </w:tc>
      </w:tr>
    </w:tbl>
    <w:p w:rsidR="00D84AEC" w:rsidRDefault="00D84AEC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6"/>
        <w:gridCol w:w="4842"/>
      </w:tblGrid>
      <w:tr w:rsidR="00712E75" w:rsidRPr="00846154" w:rsidTr="009008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3" w:type="dxa"/>
            <w:tcBorders>
              <w:right w:val="single" w:sz="4" w:space="0" w:color="auto"/>
            </w:tcBorders>
          </w:tcPr>
          <w:p w:rsidR="00712E75" w:rsidRPr="00D166AC" w:rsidRDefault="00712E75" w:rsidP="00932048">
            <w:r>
              <w:rPr>
                <w:noProof/>
                <w:lang w:val="de-DE" w:eastAsia="de-DE"/>
              </w:rPr>
              <w:drawing>
                <wp:inline distT="0" distB="0" distL="0" distR="0" wp14:anchorId="5E41ECC3" wp14:editId="2224DF17">
                  <wp:extent cx="271462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014" cy="2013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9" w:type="dxa"/>
          </w:tcPr>
          <w:p w:rsidR="00712E75" w:rsidRPr="00866422" w:rsidRDefault="009F7E82" w:rsidP="00866422">
            <w:pPr>
              <w:pStyle w:val="berschrift3"/>
              <w:outlineLvl w:val="2"/>
            </w:pPr>
            <w:r>
              <w:t>W_graphic_W210Fi_00048_HI</w:t>
            </w:r>
          </w:p>
          <w:p w:rsidR="00712E75" w:rsidRPr="00866422" w:rsidRDefault="00CC37A3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 w:rsidRPr="00CC37A3">
              <w:rPr>
                <w:b w:val="0"/>
              </w:rPr>
              <w:t>При помощи лазерного сканера модуль PERFORMANCE TRACKER от Wirtgen определяет профиль поперечного сечения фрезерования.</w:t>
            </w:r>
            <w:bookmarkStart w:id="0" w:name="_GoBack"/>
            <w:bookmarkEnd w:id="0"/>
          </w:p>
        </w:tc>
      </w:tr>
    </w:tbl>
    <w:p w:rsidR="0090086B" w:rsidRPr="002657E9" w:rsidRDefault="0090086B" w:rsidP="0090086B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90086B" w:rsidRPr="002657E9" w:rsidRDefault="0090086B" w:rsidP="0090086B">
      <w:pPr>
        <w:pStyle w:val="Text"/>
        <w:rPr>
          <w:u w:val="single"/>
        </w:rPr>
      </w:pPr>
    </w:p>
    <w:p w:rsidR="0090086B" w:rsidRPr="002657E9" w:rsidRDefault="0090086B" w:rsidP="0090086B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0086B" w:rsidTr="00C60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90086B" w:rsidRPr="004527D9" w:rsidRDefault="0090086B" w:rsidP="00C6099D">
            <w:pPr>
              <w:pStyle w:val="HeadlineKontakte"/>
            </w:pPr>
            <w:r w:rsidRPr="004527D9">
              <w:t>Более подробную информацию можно получить у</w:t>
            </w:r>
            <w:r w:rsidRPr="004527D9">
              <w:rPr>
                <w:rFonts w:ascii="Verdana" w:hAnsi="Verdana"/>
              </w:rPr>
              <w:t>:</w:t>
            </w:r>
          </w:p>
          <w:p w:rsidR="0090086B" w:rsidRPr="00564374" w:rsidRDefault="0090086B" w:rsidP="00C6099D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90086B" w:rsidRPr="00564374" w:rsidRDefault="0090086B" w:rsidP="00C6099D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90086B" w:rsidRPr="00564374" w:rsidRDefault="0090086B" w:rsidP="00C6099D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90086B" w:rsidRPr="00564374" w:rsidRDefault="0090086B" w:rsidP="00C6099D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90086B" w:rsidRDefault="0090086B" w:rsidP="00C6099D">
            <w:pPr>
              <w:pStyle w:val="Text"/>
            </w:pPr>
            <w:r>
              <w:t>53578 Windhagen</w:t>
            </w:r>
          </w:p>
          <w:p w:rsidR="0090086B" w:rsidRDefault="0090086B" w:rsidP="00C6099D">
            <w:pPr>
              <w:pStyle w:val="Text"/>
            </w:pPr>
            <w:r>
              <w:t>Deutschland</w:t>
            </w:r>
          </w:p>
          <w:p w:rsidR="0090086B" w:rsidRDefault="0090086B" w:rsidP="00C6099D">
            <w:pPr>
              <w:pStyle w:val="Text"/>
            </w:pPr>
          </w:p>
          <w:p w:rsidR="0090086B" w:rsidRDefault="0090086B" w:rsidP="00C6099D">
            <w:pPr>
              <w:pStyle w:val="Text"/>
            </w:pPr>
            <w:r>
              <w:t>Telefon:   +49 (0) 2645 131 – 4510</w:t>
            </w:r>
          </w:p>
          <w:p w:rsidR="0090086B" w:rsidRDefault="0090086B" w:rsidP="00C6099D">
            <w:pPr>
              <w:pStyle w:val="Text"/>
            </w:pPr>
            <w:r>
              <w:t>Telefax:   +49 (0) 2645 131 – 499</w:t>
            </w:r>
          </w:p>
          <w:p w:rsidR="0090086B" w:rsidRDefault="0090086B" w:rsidP="00C6099D">
            <w:pPr>
              <w:pStyle w:val="Text"/>
            </w:pPr>
            <w:r>
              <w:t>E-mail:     presse@wirtgen.com</w:t>
            </w:r>
          </w:p>
          <w:p w:rsidR="0090086B" w:rsidRPr="00D166AC" w:rsidRDefault="0090086B" w:rsidP="00C6099D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90086B" w:rsidRPr="0034191A" w:rsidRDefault="0090086B" w:rsidP="00C6099D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E7" w:rsidRDefault="005821E7" w:rsidP="00E55534">
      <w:r>
        <w:separator/>
      </w:r>
    </w:p>
  </w:endnote>
  <w:endnote w:type="continuationSeparator" w:id="0">
    <w:p w:rsidR="005821E7" w:rsidRDefault="005821E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C37A3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F68BD66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857D82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E7" w:rsidRDefault="005821E7" w:rsidP="00E55534">
      <w:r>
        <w:separator/>
      </w:r>
    </w:p>
  </w:footnote>
  <w:footnote w:type="continuationSeparator" w:id="0">
    <w:p w:rsidR="005821E7" w:rsidRDefault="005821E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A6CABF0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3D2AF5B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500.75pt;height:1500.75pt" o:bullet="t">
        <v:imagedata r:id="rId1" o:title="AZ_04a"/>
      </v:shape>
    </w:pict>
  </w:numPicBullet>
  <w:numPicBullet w:numPicBulletId="1">
    <w:pict>
      <v:shape id="_x0000_i1052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4A7B"/>
    <w:rsid w:val="0001616B"/>
    <w:rsid w:val="00020154"/>
    <w:rsid w:val="0002229E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7CC5"/>
    <w:rsid w:val="0005285B"/>
    <w:rsid w:val="00053976"/>
    <w:rsid w:val="00053ACA"/>
    <w:rsid w:val="00054270"/>
    <w:rsid w:val="00060D5D"/>
    <w:rsid w:val="00066D09"/>
    <w:rsid w:val="00066E23"/>
    <w:rsid w:val="000701CF"/>
    <w:rsid w:val="00073A4A"/>
    <w:rsid w:val="00077AE1"/>
    <w:rsid w:val="00090B9E"/>
    <w:rsid w:val="000939F6"/>
    <w:rsid w:val="000957D2"/>
    <w:rsid w:val="0009665C"/>
    <w:rsid w:val="0009767F"/>
    <w:rsid w:val="000A6574"/>
    <w:rsid w:val="000A6F82"/>
    <w:rsid w:val="000B5304"/>
    <w:rsid w:val="000C2D16"/>
    <w:rsid w:val="000C6C99"/>
    <w:rsid w:val="000D2E18"/>
    <w:rsid w:val="000D3EC7"/>
    <w:rsid w:val="000D4774"/>
    <w:rsid w:val="000D5338"/>
    <w:rsid w:val="000D5D0C"/>
    <w:rsid w:val="000D6A3D"/>
    <w:rsid w:val="000E2697"/>
    <w:rsid w:val="000E2CEF"/>
    <w:rsid w:val="000E649D"/>
    <w:rsid w:val="000E78EE"/>
    <w:rsid w:val="000F0170"/>
    <w:rsid w:val="000F1154"/>
    <w:rsid w:val="000F3579"/>
    <w:rsid w:val="000F39A7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B93"/>
    <w:rsid w:val="00140AF1"/>
    <w:rsid w:val="00145774"/>
    <w:rsid w:val="0014683F"/>
    <w:rsid w:val="00157B52"/>
    <w:rsid w:val="00162CC5"/>
    <w:rsid w:val="00163E25"/>
    <w:rsid w:val="0016775B"/>
    <w:rsid w:val="001766A3"/>
    <w:rsid w:val="001906F0"/>
    <w:rsid w:val="001906F6"/>
    <w:rsid w:val="00191BCB"/>
    <w:rsid w:val="00191C83"/>
    <w:rsid w:val="00196D22"/>
    <w:rsid w:val="00197362"/>
    <w:rsid w:val="001976E2"/>
    <w:rsid w:val="00197DE7"/>
    <w:rsid w:val="001A0BF8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C76CB"/>
    <w:rsid w:val="001D420D"/>
    <w:rsid w:val="001E27EE"/>
    <w:rsid w:val="001E67A8"/>
    <w:rsid w:val="001E7C87"/>
    <w:rsid w:val="001F0D4D"/>
    <w:rsid w:val="001F3A78"/>
    <w:rsid w:val="001F6DBC"/>
    <w:rsid w:val="001F6E28"/>
    <w:rsid w:val="001F7C5A"/>
    <w:rsid w:val="00202A67"/>
    <w:rsid w:val="002121E0"/>
    <w:rsid w:val="002128F1"/>
    <w:rsid w:val="00212A4A"/>
    <w:rsid w:val="00217833"/>
    <w:rsid w:val="00224284"/>
    <w:rsid w:val="002265DD"/>
    <w:rsid w:val="00231343"/>
    <w:rsid w:val="0023442F"/>
    <w:rsid w:val="00236A6B"/>
    <w:rsid w:val="002401EA"/>
    <w:rsid w:val="00244981"/>
    <w:rsid w:val="0024719B"/>
    <w:rsid w:val="002504F0"/>
    <w:rsid w:val="00253A2E"/>
    <w:rsid w:val="00256011"/>
    <w:rsid w:val="002606DD"/>
    <w:rsid w:val="00261183"/>
    <w:rsid w:val="0026395A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B57"/>
    <w:rsid w:val="00275E0A"/>
    <w:rsid w:val="002765E8"/>
    <w:rsid w:val="00277D5A"/>
    <w:rsid w:val="002844EF"/>
    <w:rsid w:val="00285FAC"/>
    <w:rsid w:val="0028644B"/>
    <w:rsid w:val="00292C78"/>
    <w:rsid w:val="002935D1"/>
    <w:rsid w:val="0029634D"/>
    <w:rsid w:val="00297EE7"/>
    <w:rsid w:val="002A004C"/>
    <w:rsid w:val="002A5B8A"/>
    <w:rsid w:val="002A5C7B"/>
    <w:rsid w:val="002A65D8"/>
    <w:rsid w:val="002A6679"/>
    <w:rsid w:val="002B1AAD"/>
    <w:rsid w:val="002B26F9"/>
    <w:rsid w:val="002B48A7"/>
    <w:rsid w:val="002B7CD6"/>
    <w:rsid w:val="002C09A1"/>
    <w:rsid w:val="002C544D"/>
    <w:rsid w:val="002C58FF"/>
    <w:rsid w:val="002D2A9D"/>
    <w:rsid w:val="002E11B7"/>
    <w:rsid w:val="002E15D1"/>
    <w:rsid w:val="002E4695"/>
    <w:rsid w:val="002E47D5"/>
    <w:rsid w:val="002E4CE1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04C10"/>
    <w:rsid w:val="00314F5D"/>
    <w:rsid w:val="00323FE4"/>
    <w:rsid w:val="00327F57"/>
    <w:rsid w:val="00332AE5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6E1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2A7B"/>
    <w:rsid w:val="003E3CF6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1176"/>
    <w:rsid w:val="00412545"/>
    <w:rsid w:val="00412C72"/>
    <w:rsid w:val="00414EDE"/>
    <w:rsid w:val="00417182"/>
    <w:rsid w:val="00417DA6"/>
    <w:rsid w:val="00420D0B"/>
    <w:rsid w:val="00426DC6"/>
    <w:rsid w:val="004271E8"/>
    <w:rsid w:val="00427E08"/>
    <w:rsid w:val="00430BB0"/>
    <w:rsid w:val="0043231A"/>
    <w:rsid w:val="0044664B"/>
    <w:rsid w:val="004466DC"/>
    <w:rsid w:val="00451661"/>
    <w:rsid w:val="00451971"/>
    <w:rsid w:val="0045241D"/>
    <w:rsid w:val="00456725"/>
    <w:rsid w:val="00463D7D"/>
    <w:rsid w:val="00466CE7"/>
    <w:rsid w:val="00470D30"/>
    <w:rsid w:val="00471285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0A6E"/>
    <w:rsid w:val="004B29E9"/>
    <w:rsid w:val="004B2DB7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E03A6"/>
    <w:rsid w:val="004E0D4E"/>
    <w:rsid w:val="004E67F2"/>
    <w:rsid w:val="004F0B47"/>
    <w:rsid w:val="004F43F2"/>
    <w:rsid w:val="004F590A"/>
    <w:rsid w:val="004F5D52"/>
    <w:rsid w:val="00500B92"/>
    <w:rsid w:val="0050244A"/>
    <w:rsid w:val="005032EB"/>
    <w:rsid w:val="00503924"/>
    <w:rsid w:val="005061C0"/>
    <w:rsid w:val="00506409"/>
    <w:rsid w:val="005107C4"/>
    <w:rsid w:val="005115FF"/>
    <w:rsid w:val="0051235F"/>
    <w:rsid w:val="00514321"/>
    <w:rsid w:val="005216FB"/>
    <w:rsid w:val="00522EEC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53D8"/>
    <w:rsid w:val="00547E71"/>
    <w:rsid w:val="00556FAB"/>
    <w:rsid w:val="00560721"/>
    <w:rsid w:val="00561798"/>
    <w:rsid w:val="00561F56"/>
    <w:rsid w:val="005630D8"/>
    <w:rsid w:val="005631D5"/>
    <w:rsid w:val="00563CA3"/>
    <w:rsid w:val="00565B8E"/>
    <w:rsid w:val="00570F3A"/>
    <w:rsid w:val="005710A1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87D96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004B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434A"/>
    <w:rsid w:val="005F584E"/>
    <w:rsid w:val="005F7E2F"/>
    <w:rsid w:val="00600A12"/>
    <w:rsid w:val="00600BBF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33D64"/>
    <w:rsid w:val="00642EB6"/>
    <w:rsid w:val="006455F0"/>
    <w:rsid w:val="00645F1C"/>
    <w:rsid w:val="0064604E"/>
    <w:rsid w:val="00650E3F"/>
    <w:rsid w:val="00661E51"/>
    <w:rsid w:val="00664580"/>
    <w:rsid w:val="00675857"/>
    <w:rsid w:val="00687ECA"/>
    <w:rsid w:val="00693001"/>
    <w:rsid w:val="0069554F"/>
    <w:rsid w:val="006974EE"/>
    <w:rsid w:val="006A6205"/>
    <w:rsid w:val="006A6994"/>
    <w:rsid w:val="006A76EC"/>
    <w:rsid w:val="006B0D29"/>
    <w:rsid w:val="006B0D7C"/>
    <w:rsid w:val="006B1784"/>
    <w:rsid w:val="006B3552"/>
    <w:rsid w:val="006B5103"/>
    <w:rsid w:val="006B73C9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E6844"/>
    <w:rsid w:val="006F1153"/>
    <w:rsid w:val="006F2DD0"/>
    <w:rsid w:val="006F6F0D"/>
    <w:rsid w:val="006F7602"/>
    <w:rsid w:val="00701BCD"/>
    <w:rsid w:val="00703130"/>
    <w:rsid w:val="00703B86"/>
    <w:rsid w:val="00710A37"/>
    <w:rsid w:val="00712E75"/>
    <w:rsid w:val="007136D5"/>
    <w:rsid w:val="00713FB3"/>
    <w:rsid w:val="0071632E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1929"/>
    <w:rsid w:val="007421DD"/>
    <w:rsid w:val="00743B4A"/>
    <w:rsid w:val="00744E2F"/>
    <w:rsid w:val="0074501D"/>
    <w:rsid w:val="00745493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74B5A"/>
    <w:rsid w:val="007815DF"/>
    <w:rsid w:val="00782DAF"/>
    <w:rsid w:val="00783488"/>
    <w:rsid w:val="00790DDE"/>
    <w:rsid w:val="00791723"/>
    <w:rsid w:val="00791A69"/>
    <w:rsid w:val="00793371"/>
    <w:rsid w:val="00794830"/>
    <w:rsid w:val="00796CFD"/>
    <w:rsid w:val="00797CAA"/>
    <w:rsid w:val="007A08E7"/>
    <w:rsid w:val="007A35AB"/>
    <w:rsid w:val="007A4566"/>
    <w:rsid w:val="007A4720"/>
    <w:rsid w:val="007A5E4F"/>
    <w:rsid w:val="007B2983"/>
    <w:rsid w:val="007B42CB"/>
    <w:rsid w:val="007B46E4"/>
    <w:rsid w:val="007B4E19"/>
    <w:rsid w:val="007B69FA"/>
    <w:rsid w:val="007B6B4E"/>
    <w:rsid w:val="007C2658"/>
    <w:rsid w:val="007C277F"/>
    <w:rsid w:val="007C541B"/>
    <w:rsid w:val="007C5443"/>
    <w:rsid w:val="007D139F"/>
    <w:rsid w:val="007D2AB4"/>
    <w:rsid w:val="007D36E2"/>
    <w:rsid w:val="007D495D"/>
    <w:rsid w:val="007E20D0"/>
    <w:rsid w:val="007E3B2D"/>
    <w:rsid w:val="007E4114"/>
    <w:rsid w:val="007E4590"/>
    <w:rsid w:val="007E4796"/>
    <w:rsid w:val="007E543B"/>
    <w:rsid w:val="007E6207"/>
    <w:rsid w:val="007E7035"/>
    <w:rsid w:val="007F070F"/>
    <w:rsid w:val="007F1E1A"/>
    <w:rsid w:val="007F433E"/>
    <w:rsid w:val="007F773C"/>
    <w:rsid w:val="00801803"/>
    <w:rsid w:val="008019D5"/>
    <w:rsid w:val="00801D12"/>
    <w:rsid w:val="008043A1"/>
    <w:rsid w:val="008052CC"/>
    <w:rsid w:val="00805500"/>
    <w:rsid w:val="008077AB"/>
    <w:rsid w:val="008104B7"/>
    <w:rsid w:val="00811624"/>
    <w:rsid w:val="00812FD6"/>
    <w:rsid w:val="008141A5"/>
    <w:rsid w:val="00814563"/>
    <w:rsid w:val="00815932"/>
    <w:rsid w:val="00816F5A"/>
    <w:rsid w:val="00816FE6"/>
    <w:rsid w:val="00820315"/>
    <w:rsid w:val="008307C2"/>
    <w:rsid w:val="00831597"/>
    <w:rsid w:val="00834D30"/>
    <w:rsid w:val="00835E6B"/>
    <w:rsid w:val="00836DD1"/>
    <w:rsid w:val="0083778E"/>
    <w:rsid w:val="008402FB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56A86"/>
    <w:rsid w:val="00862048"/>
    <w:rsid w:val="0086226F"/>
    <w:rsid w:val="00862767"/>
    <w:rsid w:val="00863129"/>
    <w:rsid w:val="008658F7"/>
    <w:rsid w:val="00866422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16E3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45B7"/>
    <w:rsid w:val="008E54B6"/>
    <w:rsid w:val="008E54CF"/>
    <w:rsid w:val="008F5D4B"/>
    <w:rsid w:val="008F6B5B"/>
    <w:rsid w:val="0090086B"/>
    <w:rsid w:val="0090337E"/>
    <w:rsid w:val="009054AF"/>
    <w:rsid w:val="009057FC"/>
    <w:rsid w:val="00905F81"/>
    <w:rsid w:val="00912436"/>
    <w:rsid w:val="00912EC2"/>
    <w:rsid w:val="00914E23"/>
    <w:rsid w:val="009219E3"/>
    <w:rsid w:val="00923AE0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96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55021"/>
    <w:rsid w:val="00956390"/>
    <w:rsid w:val="00963997"/>
    <w:rsid w:val="00965066"/>
    <w:rsid w:val="00967461"/>
    <w:rsid w:val="00970F82"/>
    <w:rsid w:val="00973F44"/>
    <w:rsid w:val="00974E00"/>
    <w:rsid w:val="00975567"/>
    <w:rsid w:val="00977ED3"/>
    <w:rsid w:val="0098166A"/>
    <w:rsid w:val="00982B9D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C67FA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57B1"/>
    <w:rsid w:val="009F6A3C"/>
    <w:rsid w:val="009F70CC"/>
    <w:rsid w:val="009F7E82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37CE"/>
    <w:rsid w:val="00A759BA"/>
    <w:rsid w:val="00A80677"/>
    <w:rsid w:val="00A80FDF"/>
    <w:rsid w:val="00A87FDA"/>
    <w:rsid w:val="00A9156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3E1F"/>
    <w:rsid w:val="00AB4AB2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443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2AAB"/>
    <w:rsid w:val="00B6577C"/>
    <w:rsid w:val="00B6714D"/>
    <w:rsid w:val="00B71163"/>
    <w:rsid w:val="00B73C46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0000"/>
    <w:rsid w:val="00BB2E8D"/>
    <w:rsid w:val="00BB3E24"/>
    <w:rsid w:val="00BB6974"/>
    <w:rsid w:val="00BB77DA"/>
    <w:rsid w:val="00BC0D31"/>
    <w:rsid w:val="00BC39B3"/>
    <w:rsid w:val="00BC499A"/>
    <w:rsid w:val="00BD1058"/>
    <w:rsid w:val="00BD112B"/>
    <w:rsid w:val="00BD185F"/>
    <w:rsid w:val="00BD5065"/>
    <w:rsid w:val="00BE0D89"/>
    <w:rsid w:val="00BE367F"/>
    <w:rsid w:val="00BE4AE8"/>
    <w:rsid w:val="00BE4EB3"/>
    <w:rsid w:val="00BE6315"/>
    <w:rsid w:val="00BE6A65"/>
    <w:rsid w:val="00BE6D7F"/>
    <w:rsid w:val="00BE6F0D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33C7E"/>
    <w:rsid w:val="00C37EFA"/>
    <w:rsid w:val="00C41947"/>
    <w:rsid w:val="00C421BB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1020"/>
    <w:rsid w:val="00C614C8"/>
    <w:rsid w:val="00C61533"/>
    <w:rsid w:val="00C644CA"/>
    <w:rsid w:val="00C648E1"/>
    <w:rsid w:val="00C70C2A"/>
    <w:rsid w:val="00C73005"/>
    <w:rsid w:val="00C80A2C"/>
    <w:rsid w:val="00CA0B11"/>
    <w:rsid w:val="00CA1367"/>
    <w:rsid w:val="00CA142B"/>
    <w:rsid w:val="00CA15F6"/>
    <w:rsid w:val="00CA3ABF"/>
    <w:rsid w:val="00CA40B4"/>
    <w:rsid w:val="00CA5D3B"/>
    <w:rsid w:val="00CA72EA"/>
    <w:rsid w:val="00CB0AA8"/>
    <w:rsid w:val="00CB2BB7"/>
    <w:rsid w:val="00CB49A0"/>
    <w:rsid w:val="00CB6353"/>
    <w:rsid w:val="00CB6828"/>
    <w:rsid w:val="00CC2DFD"/>
    <w:rsid w:val="00CC37A3"/>
    <w:rsid w:val="00CC3906"/>
    <w:rsid w:val="00CC391A"/>
    <w:rsid w:val="00CC75D9"/>
    <w:rsid w:val="00CD0448"/>
    <w:rsid w:val="00CD17C9"/>
    <w:rsid w:val="00CD3DCE"/>
    <w:rsid w:val="00CD632E"/>
    <w:rsid w:val="00CD6724"/>
    <w:rsid w:val="00CE1251"/>
    <w:rsid w:val="00CE4BDF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07A2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4CB7"/>
    <w:rsid w:val="00D360B5"/>
    <w:rsid w:val="00D37160"/>
    <w:rsid w:val="00D417AD"/>
    <w:rsid w:val="00D44129"/>
    <w:rsid w:val="00D46650"/>
    <w:rsid w:val="00D53B64"/>
    <w:rsid w:val="00D70446"/>
    <w:rsid w:val="00D71AC3"/>
    <w:rsid w:val="00D71C48"/>
    <w:rsid w:val="00D71D5F"/>
    <w:rsid w:val="00D72E18"/>
    <w:rsid w:val="00D75C42"/>
    <w:rsid w:val="00D777FE"/>
    <w:rsid w:val="00D80F2D"/>
    <w:rsid w:val="00D84AEC"/>
    <w:rsid w:val="00D85130"/>
    <w:rsid w:val="00D85FBD"/>
    <w:rsid w:val="00D8611A"/>
    <w:rsid w:val="00D869AE"/>
    <w:rsid w:val="00D9634F"/>
    <w:rsid w:val="00DA0E48"/>
    <w:rsid w:val="00DA521D"/>
    <w:rsid w:val="00DA66ED"/>
    <w:rsid w:val="00DA67A5"/>
    <w:rsid w:val="00DA6DAD"/>
    <w:rsid w:val="00DB5D94"/>
    <w:rsid w:val="00DC7A83"/>
    <w:rsid w:val="00DD1F20"/>
    <w:rsid w:val="00DD7D36"/>
    <w:rsid w:val="00DE061D"/>
    <w:rsid w:val="00DE4F96"/>
    <w:rsid w:val="00DF2410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2180"/>
    <w:rsid w:val="00E339F2"/>
    <w:rsid w:val="00E33E43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26D"/>
    <w:rsid w:val="00EA3C2E"/>
    <w:rsid w:val="00EA48B6"/>
    <w:rsid w:val="00EA4BF8"/>
    <w:rsid w:val="00EB0767"/>
    <w:rsid w:val="00EB38F5"/>
    <w:rsid w:val="00EB7C62"/>
    <w:rsid w:val="00EC02EB"/>
    <w:rsid w:val="00EC2B96"/>
    <w:rsid w:val="00EC4175"/>
    <w:rsid w:val="00EC57E7"/>
    <w:rsid w:val="00EC5DFD"/>
    <w:rsid w:val="00ED07FA"/>
    <w:rsid w:val="00ED0C38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F02AD4"/>
    <w:rsid w:val="00F03E92"/>
    <w:rsid w:val="00F05FF8"/>
    <w:rsid w:val="00F12250"/>
    <w:rsid w:val="00F14724"/>
    <w:rsid w:val="00F14C71"/>
    <w:rsid w:val="00F1508B"/>
    <w:rsid w:val="00F20920"/>
    <w:rsid w:val="00F24ECD"/>
    <w:rsid w:val="00F26945"/>
    <w:rsid w:val="00F26D93"/>
    <w:rsid w:val="00F2743C"/>
    <w:rsid w:val="00F34E6A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5927"/>
    <w:rsid w:val="00FB1646"/>
    <w:rsid w:val="00FB6D9A"/>
    <w:rsid w:val="00FC162B"/>
    <w:rsid w:val="00FC322F"/>
    <w:rsid w:val="00FC368F"/>
    <w:rsid w:val="00FC3DFD"/>
    <w:rsid w:val="00FC5E39"/>
    <w:rsid w:val="00FC63F9"/>
    <w:rsid w:val="00FD0A1F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66C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1DDE39-13A6-4FA9-A159-B1A3CF87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23AB5-D0B8-4C8F-97BD-E86035B5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553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</cp:revision>
  <cp:lastPrinted>2019-02-14T12:57:00Z</cp:lastPrinted>
  <dcterms:created xsi:type="dcterms:W3CDTF">2019-03-04T10:46:00Z</dcterms:created>
  <dcterms:modified xsi:type="dcterms:W3CDTF">2019-09-03T07:15:00Z</dcterms:modified>
</cp:coreProperties>
</file>